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AE" w:rsidRPr="00C11A4E" w:rsidRDefault="00E122AE" w:rsidP="0003571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C11A4E">
        <w:rPr>
          <w:rFonts w:ascii="Times New Roman" w:hAnsi="Times New Roman"/>
          <w:noProof/>
          <w:sz w:val="28"/>
          <w:szCs w:val="28"/>
          <w:lang w:val="uk-UA"/>
        </w:rPr>
        <w:t>Додаток 4</w:t>
      </w:r>
    </w:p>
    <w:p w:rsidR="00E122AE" w:rsidRPr="0059692B" w:rsidRDefault="00E122AE" w:rsidP="001C60A0">
      <w:pPr>
        <w:spacing w:after="0" w:line="240" w:lineRule="auto"/>
        <w:ind w:left="7938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</w:t>
      </w:r>
      <w:r w:rsidRPr="0059692B">
        <w:rPr>
          <w:rFonts w:ascii="Times New Roman" w:hAnsi="Times New Roman"/>
          <w:noProof/>
          <w:sz w:val="28"/>
          <w:szCs w:val="28"/>
          <w:lang w:val="uk-UA"/>
        </w:rPr>
        <w:t xml:space="preserve">до прогнозу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</w:p>
    <w:p w:rsidR="00E122AE" w:rsidRDefault="00E122AE" w:rsidP="001C60A0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 району</w:t>
      </w:r>
      <w:r w:rsidRPr="00C11A4E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</w:p>
    <w:p w:rsidR="00E122AE" w:rsidRPr="00C11A4E" w:rsidRDefault="00E122AE" w:rsidP="001C60A0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C11A4E">
        <w:rPr>
          <w:rFonts w:ascii="Times New Roman" w:hAnsi="Times New Roman"/>
          <w:noProof/>
          <w:sz w:val="28"/>
          <w:szCs w:val="28"/>
          <w:lang w:val="uk-UA"/>
        </w:rPr>
        <w:t>(абзац третій розділу V)</w:t>
      </w:r>
    </w:p>
    <w:p w:rsidR="00E122AE" w:rsidRPr="00C11A4E" w:rsidRDefault="00E122AE" w:rsidP="001C60A0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</w:t>
      </w:r>
    </w:p>
    <w:p w:rsidR="00E122AE" w:rsidRPr="00C11A4E" w:rsidRDefault="00E122AE" w:rsidP="00634C74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</w:p>
    <w:p w:rsidR="00E122AE" w:rsidRPr="003A43AD" w:rsidRDefault="00E122AE" w:rsidP="00634C74">
      <w:pPr>
        <w:pStyle w:val="Heading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3A43AD">
        <w:rPr>
          <w:noProof/>
          <w:sz w:val="28"/>
          <w:szCs w:val="28"/>
        </w:rPr>
        <w:t>Показники місцевого боргу</w:t>
      </w:r>
    </w:p>
    <w:p w:rsidR="00E122AE" w:rsidRPr="003A43AD" w:rsidRDefault="00E122AE" w:rsidP="00634C74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3A43AD">
        <w:rPr>
          <w:b w:val="0"/>
          <w:bCs w:val="0"/>
          <w:noProof/>
          <w:sz w:val="28"/>
          <w:szCs w:val="28"/>
        </w:rPr>
        <w:t>___</w:t>
      </w:r>
      <w:r>
        <w:rPr>
          <w:b w:val="0"/>
          <w:bCs w:val="0"/>
          <w:noProof/>
          <w:sz w:val="28"/>
          <w:szCs w:val="28"/>
        </w:rPr>
        <w:t>0330120000___</w:t>
      </w:r>
    </w:p>
    <w:p w:rsidR="00E122AE" w:rsidRPr="003A43AD" w:rsidRDefault="00E122AE" w:rsidP="00634C74">
      <w:pPr>
        <w:pStyle w:val="Heading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3A43AD">
        <w:rPr>
          <w:b w:val="0"/>
          <w:noProof/>
          <w:sz w:val="24"/>
          <w:szCs w:val="28"/>
        </w:rPr>
        <w:t>(код бюджету)</w:t>
      </w:r>
    </w:p>
    <w:p w:rsidR="00E122AE" w:rsidRPr="000E5879" w:rsidRDefault="00E122AE" w:rsidP="0003571F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0E5879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7032"/>
        <w:gridCol w:w="1265"/>
        <w:gridCol w:w="1424"/>
        <w:gridCol w:w="1265"/>
        <w:gridCol w:w="1266"/>
        <w:gridCol w:w="1268"/>
      </w:tblGrid>
      <w:tr w:rsidR="00E122AE" w:rsidRPr="003A43AD" w:rsidTr="00AB0D2B">
        <w:trPr>
          <w:cantSplit/>
          <w:trHeight w:val="273"/>
          <w:tblHeader/>
        </w:trPr>
        <w:tc>
          <w:tcPr>
            <w:tcW w:w="1196" w:type="dxa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Код </w:t>
            </w:r>
          </w:p>
        </w:tc>
        <w:tc>
          <w:tcPr>
            <w:tcW w:w="7032" w:type="dxa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en-US"/>
              </w:rPr>
              <w:t>Найменування показника</w:t>
            </w:r>
          </w:p>
        </w:tc>
        <w:tc>
          <w:tcPr>
            <w:tcW w:w="1265" w:type="dxa"/>
          </w:tcPr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20___ рік</w:t>
            </w:r>
          </w:p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3A43AD">
              <w:rPr>
                <w:sz w:val="20"/>
                <w:szCs w:val="20"/>
              </w:rPr>
              <w:t>(звіт)</w:t>
            </w:r>
          </w:p>
        </w:tc>
        <w:tc>
          <w:tcPr>
            <w:tcW w:w="1424" w:type="dxa"/>
          </w:tcPr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21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65" w:type="dxa"/>
          </w:tcPr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22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(план)</w:t>
            </w:r>
          </w:p>
        </w:tc>
        <w:tc>
          <w:tcPr>
            <w:tcW w:w="1266" w:type="dxa"/>
          </w:tcPr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23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(план)</w:t>
            </w:r>
          </w:p>
        </w:tc>
        <w:tc>
          <w:tcPr>
            <w:tcW w:w="1268" w:type="dxa"/>
          </w:tcPr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24</w:t>
            </w:r>
            <w:r w:rsidRPr="003A43AD">
              <w:rPr>
                <w:sz w:val="20"/>
                <w:szCs w:val="20"/>
              </w:rPr>
              <w:t xml:space="preserve"> рік</w:t>
            </w:r>
          </w:p>
          <w:p w:rsidR="00E122AE" w:rsidRPr="003A43AD" w:rsidRDefault="00E122AE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3AD">
              <w:rPr>
                <w:sz w:val="20"/>
                <w:szCs w:val="20"/>
              </w:rPr>
              <w:t>(план)</w:t>
            </w:r>
          </w:p>
        </w:tc>
      </w:tr>
      <w:tr w:rsidR="00E122AE" w:rsidRPr="003A43AD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1</w:t>
            </w:r>
          </w:p>
        </w:tc>
        <w:tc>
          <w:tcPr>
            <w:tcW w:w="7032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2</w:t>
            </w: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4</w:t>
            </w: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5</w:t>
            </w:r>
          </w:p>
        </w:tc>
        <w:tc>
          <w:tcPr>
            <w:tcW w:w="126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6</w:t>
            </w:r>
          </w:p>
        </w:tc>
        <w:tc>
          <w:tcPr>
            <w:tcW w:w="1268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</w:pPr>
            <w:r w:rsidRPr="003A43AD">
              <w:rPr>
                <w:rFonts w:ascii="Times New Roman" w:hAnsi="Times New Roman"/>
                <w:bCs/>
                <w:noProof/>
                <w:sz w:val="24"/>
                <w:szCs w:val="28"/>
                <w:lang w:val="uk-UA"/>
              </w:rPr>
              <w:t>7</w:t>
            </w:r>
          </w:p>
        </w:tc>
      </w:tr>
      <w:tr w:rsidR="00E122AE" w:rsidRPr="003A43AD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200000</w:t>
            </w:r>
          </w:p>
        </w:tc>
        <w:tc>
          <w:tcPr>
            <w:tcW w:w="7032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Внутрішній борг</w:t>
            </w: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E122AE" w:rsidRPr="003A43AD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vAlign w:val="center"/>
          </w:tcPr>
          <w:p w:rsidR="00E122AE" w:rsidRPr="003A43AD" w:rsidRDefault="00E122AE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  <w:bookmarkStart w:id="0" w:name="_GoBack"/>
            <w:bookmarkEnd w:id="0"/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E122AE" w:rsidRPr="003A43AD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300000</w:t>
            </w:r>
          </w:p>
        </w:tc>
        <w:tc>
          <w:tcPr>
            <w:tcW w:w="7032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Зовнішній борг</w:t>
            </w: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E122AE" w:rsidRPr="003A43AD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vAlign w:val="center"/>
          </w:tcPr>
          <w:p w:rsidR="00E122AE" w:rsidRPr="003A43AD" w:rsidRDefault="00E122AE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0E5879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</w:t>
            </w: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 xml:space="preserve"> іноземній валюті</w:t>
            </w: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E122AE" w:rsidRPr="00E7409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E122AE" w:rsidRPr="003A43AD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vAlign w:val="center"/>
          </w:tcPr>
          <w:p w:rsidR="00E122AE" w:rsidRPr="00E7409B" w:rsidRDefault="00E122AE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3A43AD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65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E122AE" w:rsidRPr="00E7409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032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</w:t>
            </w: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, 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65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E122AE" w:rsidRPr="00E7409B" w:rsidRDefault="00E122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</w:tbl>
    <w:p w:rsidR="00E122AE" w:rsidRPr="00E7409B" w:rsidRDefault="00E122AE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E122AE" w:rsidRDefault="00E122AE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E122AE" w:rsidRDefault="00E122AE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E122AE" w:rsidRDefault="00E122AE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E122AE" w:rsidRDefault="00E122AE" w:rsidP="00D72E24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</w:t>
      </w:r>
    </w:p>
    <w:sectPr w:rsidR="00E122AE" w:rsidSect="00CC65C7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2AE" w:rsidRDefault="00E122AE" w:rsidP="00CC65C7">
      <w:pPr>
        <w:spacing w:after="0" w:line="240" w:lineRule="auto"/>
      </w:pPr>
      <w:r>
        <w:separator/>
      </w:r>
    </w:p>
  </w:endnote>
  <w:endnote w:type="continuationSeparator" w:id="0">
    <w:p w:rsidR="00E122AE" w:rsidRDefault="00E122AE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2AE" w:rsidRDefault="00E122AE" w:rsidP="00CC65C7">
      <w:pPr>
        <w:spacing w:after="0" w:line="240" w:lineRule="auto"/>
      </w:pPr>
      <w:r>
        <w:separator/>
      </w:r>
    </w:p>
  </w:footnote>
  <w:footnote w:type="continuationSeparator" w:id="0">
    <w:p w:rsidR="00E122AE" w:rsidRDefault="00E122AE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AE" w:rsidRPr="00CC65C7" w:rsidRDefault="00E122AE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3</w:t>
    </w:r>
  </w:p>
  <w:p w:rsidR="00E122AE" w:rsidRDefault="00E122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1604B"/>
    <w:rsid w:val="0003571F"/>
    <w:rsid w:val="00035CE8"/>
    <w:rsid w:val="000E5879"/>
    <w:rsid w:val="001A2F1A"/>
    <w:rsid w:val="001C60A0"/>
    <w:rsid w:val="003A43AD"/>
    <w:rsid w:val="003B3E6B"/>
    <w:rsid w:val="004374A6"/>
    <w:rsid w:val="00437FB9"/>
    <w:rsid w:val="004B7990"/>
    <w:rsid w:val="005772F9"/>
    <w:rsid w:val="0059692B"/>
    <w:rsid w:val="00634C74"/>
    <w:rsid w:val="006D5FBE"/>
    <w:rsid w:val="006F2B31"/>
    <w:rsid w:val="0082365E"/>
    <w:rsid w:val="00827398"/>
    <w:rsid w:val="00833E70"/>
    <w:rsid w:val="00902D02"/>
    <w:rsid w:val="00913821"/>
    <w:rsid w:val="009F5A1F"/>
    <w:rsid w:val="00A3624C"/>
    <w:rsid w:val="00AA2EE1"/>
    <w:rsid w:val="00AB0D2B"/>
    <w:rsid w:val="00AC4E72"/>
    <w:rsid w:val="00AC6A94"/>
    <w:rsid w:val="00AD28AD"/>
    <w:rsid w:val="00AD723A"/>
    <w:rsid w:val="00B00E09"/>
    <w:rsid w:val="00B97764"/>
    <w:rsid w:val="00BC151E"/>
    <w:rsid w:val="00BF2852"/>
    <w:rsid w:val="00C11A4E"/>
    <w:rsid w:val="00CC65C7"/>
    <w:rsid w:val="00D72E24"/>
    <w:rsid w:val="00DB59D6"/>
    <w:rsid w:val="00E122AE"/>
    <w:rsid w:val="00E7409B"/>
    <w:rsid w:val="00EF176A"/>
    <w:rsid w:val="00F22434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9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94</Words>
  <Characters>538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Degterova</dc:creator>
  <cp:keywords/>
  <dc:description/>
  <cp:lastModifiedBy>Боруцька</cp:lastModifiedBy>
  <cp:revision>7</cp:revision>
  <cp:lastPrinted>2021-08-12T11:30:00Z</cp:lastPrinted>
  <dcterms:created xsi:type="dcterms:W3CDTF">2021-08-11T09:35:00Z</dcterms:created>
  <dcterms:modified xsi:type="dcterms:W3CDTF">2021-08-12T11:41:00Z</dcterms:modified>
</cp:coreProperties>
</file>